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Pr="0092141E" w:rsidRDefault="00B85B4C" w:rsidP="00F0533E">
      <w:pPr>
        <w:rPr>
          <w:rFonts w:asciiTheme="majorHAnsi" w:hAnsiTheme="majorHAnsi"/>
          <w:b/>
          <w:noProof/>
          <w:color w:val="FF5200"/>
          <w:sz w:val="36"/>
          <w:szCs w:val="36"/>
        </w:rPr>
      </w:pPr>
      <w:r w:rsidRPr="0092141E">
        <w:rPr>
          <w:rFonts w:asciiTheme="majorHAnsi" w:hAnsiTheme="majorHAnsi"/>
          <w:b/>
          <w:noProof/>
          <w:color w:val="FF5200"/>
          <w:sz w:val="36"/>
          <w:szCs w:val="36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3539"/>
        <w:gridCol w:w="4253"/>
      </w:tblGrid>
      <w:tr w:rsidR="0015669F" w:rsidRPr="00FD23CD" w14:paraId="3F3763BC" w14:textId="77777777" w:rsidTr="00E714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E71402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bookmarkStart w:id="0" w:name="_GoBack"/>
        <w:bookmarkEnd w:id="0"/>
      </w:tr>
      <w:tr w:rsidR="0015669F" w:rsidRPr="00FD23CD" w14:paraId="0585950E" w14:textId="77777777" w:rsidTr="00E71402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52A9D710" w:rsidR="0015669F" w:rsidRPr="000E5CAE" w:rsidRDefault="00E71402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71402">
              <w:rPr>
                <w:rFonts w:asciiTheme="majorHAnsi" w:hAnsiTheme="majorHAnsi"/>
                <w:sz w:val="18"/>
                <w:lang w:eastAsia="cs-CZ"/>
              </w:rPr>
              <w:t>Senior specialista SAP RE-FX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E71402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8819AB7" w:rsidR="0015669F" w:rsidRPr="000E5CAE" w:rsidRDefault="00E71402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71402">
              <w:rPr>
                <w:rFonts w:asciiTheme="majorHAnsi" w:hAnsiTheme="majorHAnsi"/>
                <w:sz w:val="18"/>
                <w:lang w:eastAsia="cs-CZ"/>
              </w:rPr>
              <w:t>Senior specialista SAP Vývojář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6E6D9C6F" w14:textId="5012D378" w:rsidR="00D53800" w:rsidRPr="007A43E2" w:rsidRDefault="00D53800" w:rsidP="00F0533E"/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1BCED89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140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140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11E39B6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14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14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141E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7140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17C02A-B2C9-4576-831D-E0D32D8CB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63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15</cp:revision>
  <cp:lastPrinted>2017-11-28T17:18:00Z</cp:lastPrinted>
  <dcterms:created xsi:type="dcterms:W3CDTF">2020-02-20T14:02:00Z</dcterms:created>
  <dcterms:modified xsi:type="dcterms:W3CDTF">2024-06-05T12:04:00Z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